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58D8BCB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BA238F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BA238F">
        <w:rPr>
          <w:lang w:eastAsia="cs-CZ"/>
        </w:rPr>
        <w:t>Smlouvy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9" w14:textId="5B4EED51" w:rsidR="00A035EA" w:rsidRDefault="00C63817" w:rsidP="00A035EA">
      <w:pPr>
        <w:spacing w:after="0" w:line="240" w:lineRule="auto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</w:pPr>
      <w:r w:rsidRPr="00C6381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>Seznam poddodavatelů</w:t>
      </w:r>
    </w:p>
    <w:p w14:paraId="042D854D" w14:textId="77777777" w:rsidR="00DF104F" w:rsidRPr="00A035EA" w:rsidRDefault="00DF104F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2A23FE82" w14:textId="77777777" w:rsidR="00C63817" w:rsidRDefault="00C63817" w:rsidP="00C63817">
      <w:pPr>
        <w:pStyle w:val="Textbezslovn"/>
        <w:ind w:left="0"/>
      </w:pPr>
      <w:r>
        <w:t>Jestliže dodavatel uvažuje zadat poddodavateli plnění části veřejné zakázky, uvede následující údaje:</w:t>
      </w:r>
    </w:p>
    <w:p w14:paraId="41E7809E" w14:textId="77777777" w:rsidR="00C63817" w:rsidRDefault="00C63817" w:rsidP="00C63817">
      <w:pPr>
        <w:pStyle w:val="Textbezslovn"/>
      </w:pPr>
      <w:bookmarkStart w:id="0" w:name="_GoBack"/>
      <w:bookmarkEnd w:id="0"/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</w:tblGrid>
      <w:tr w:rsidR="00C63817" w:rsidRPr="00454716" w14:paraId="7CA4C551" w14:textId="77777777" w:rsidTr="00C638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693DFA7F" w14:textId="77777777" w:rsidR="00C63817" w:rsidRPr="00454716" w:rsidRDefault="00C63817" w:rsidP="00492933">
            <w:pPr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891" w:type="dxa"/>
          </w:tcPr>
          <w:p w14:paraId="09BFD6D2" w14:textId="168E5DCF" w:rsidR="00C63817" w:rsidRPr="00454716" w:rsidRDefault="00C63817" w:rsidP="00C63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</w:p>
        </w:tc>
      </w:tr>
      <w:tr w:rsidR="00C63817" w:rsidRPr="00454716" w14:paraId="19A02D60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5832BDC5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2DA70675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193026AB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30F98070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6EC103E1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52A63FD4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67481D40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549703C1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612BF86A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4EEB8035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3BA24314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0D7B8D11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6EE5ED5F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05D040D0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3B45AC06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57DF779A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32FC3227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7D25272E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7AE538DE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46C3A2EB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1977AFF0" w14:textId="77777777" w:rsidTr="00C638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155CFC49" w14:textId="77777777" w:rsidR="00C63817" w:rsidRPr="00454716" w:rsidRDefault="00C63817" w:rsidP="00492933">
            <w:pPr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891" w:type="dxa"/>
          </w:tcPr>
          <w:p w14:paraId="2B4737A4" w14:textId="77777777" w:rsidR="00C63817" w:rsidRPr="00454716" w:rsidRDefault="00C63817" w:rsidP="004929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63817" w:rsidRPr="00454716" w14:paraId="6A8577E6" w14:textId="77777777" w:rsidTr="00C6381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7" w:type="dxa"/>
          </w:tcPr>
          <w:p w14:paraId="1FA55844" w14:textId="77777777" w:rsidR="00C63817" w:rsidRPr="00454716" w:rsidRDefault="00C63817" w:rsidP="00492933">
            <w:pPr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891" w:type="dxa"/>
          </w:tcPr>
          <w:p w14:paraId="2537E685" w14:textId="77777777" w:rsidR="00C63817" w:rsidRPr="00454716" w:rsidRDefault="00C63817" w:rsidP="00492933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E910883" w14:textId="77777777" w:rsidR="00DF104F" w:rsidRPr="00833899" w:rsidRDefault="00DF104F" w:rsidP="00DF104F">
      <w:pPr>
        <w:pStyle w:val="Textbezslovn"/>
      </w:pPr>
    </w:p>
    <w:p w14:paraId="254C3F4B" w14:textId="77777777" w:rsidR="00F57443" w:rsidRDefault="00F57443" w:rsidP="00F57443">
      <w:pPr>
        <w:pStyle w:val="Textbezslovn"/>
        <w:ind w:left="0"/>
      </w:pPr>
      <w:r>
        <w:t xml:space="preserve"> </w:t>
      </w:r>
    </w:p>
    <w:p w14:paraId="13B9E0D2" w14:textId="77777777" w:rsidR="009F392E" w:rsidRPr="00F0533E" w:rsidRDefault="009F392E" w:rsidP="00F57443">
      <w:pPr>
        <w:widowControl w:val="0"/>
        <w:autoSpaceDE w:val="0"/>
        <w:spacing w:after="120" w:line="297" w:lineRule="exact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C455B" w14:textId="77777777" w:rsidR="00FC7B03" w:rsidRDefault="00FC7B03" w:rsidP="00962258">
      <w:pPr>
        <w:spacing w:after="0" w:line="240" w:lineRule="auto"/>
      </w:pPr>
      <w:r>
        <w:separator/>
      </w:r>
    </w:p>
  </w:endnote>
  <w:endnote w:type="continuationSeparator" w:id="0">
    <w:p w14:paraId="0A49F89C" w14:textId="77777777" w:rsidR="00FC7B03" w:rsidRDefault="00FC7B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0D56B74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23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0B7C7" w14:textId="77777777" w:rsidR="00FC7B03" w:rsidRDefault="00FC7B03" w:rsidP="00962258">
      <w:pPr>
        <w:spacing w:after="0" w:line="240" w:lineRule="auto"/>
      </w:pPr>
      <w:r>
        <w:separator/>
      </w:r>
    </w:p>
  </w:footnote>
  <w:footnote w:type="continuationSeparator" w:id="0">
    <w:p w14:paraId="50A7B8E8" w14:textId="77777777" w:rsidR="00FC7B03" w:rsidRDefault="00FC7B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D23D7"/>
    <w:rsid w:val="002E0CD7"/>
    <w:rsid w:val="00341DCF"/>
    <w:rsid w:val="00357BC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7B9E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238F"/>
    <w:rsid w:val="00BD7E91"/>
    <w:rsid w:val="00BF0A62"/>
    <w:rsid w:val="00C02D0A"/>
    <w:rsid w:val="00C03A6E"/>
    <w:rsid w:val="00C15D7C"/>
    <w:rsid w:val="00C44F6A"/>
    <w:rsid w:val="00C46D08"/>
    <w:rsid w:val="00C47AE3"/>
    <w:rsid w:val="00C6381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04F"/>
    <w:rsid w:val="00DF116D"/>
    <w:rsid w:val="00E2278C"/>
    <w:rsid w:val="00E45589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7443"/>
    <w:rsid w:val="00F659EB"/>
    <w:rsid w:val="00F84E4B"/>
    <w:rsid w:val="00F86BA6"/>
    <w:rsid w:val="00FC6389"/>
    <w:rsid w:val="00FC7B03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link w:val="Odrka1-1Char"/>
    <w:qFormat/>
    <w:rsid w:val="00F57443"/>
    <w:pPr>
      <w:numPr>
        <w:numId w:val="34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F57443"/>
  </w:style>
  <w:style w:type="paragraph" w:customStyle="1" w:styleId="Odrka1-2-">
    <w:name w:val="_Odrážka_1-2_-"/>
    <w:basedOn w:val="Odrka1-1"/>
    <w:qFormat/>
    <w:rsid w:val="00F57443"/>
    <w:pPr>
      <w:numPr>
        <w:ilvl w:val="1"/>
      </w:numPr>
      <w:tabs>
        <w:tab w:val="clear" w:pos="1531"/>
      </w:tabs>
      <w:spacing w:after="60"/>
      <w:ind w:left="654" w:hanging="113"/>
    </w:pPr>
  </w:style>
  <w:style w:type="paragraph" w:customStyle="1" w:styleId="Odrka1-3">
    <w:name w:val="_Odrážka_1-3_·"/>
    <w:basedOn w:val="Odrka1-2-"/>
    <w:qFormat/>
    <w:rsid w:val="00F57443"/>
    <w:pPr>
      <w:numPr>
        <w:ilvl w:val="2"/>
      </w:numPr>
      <w:tabs>
        <w:tab w:val="clear" w:pos="1928"/>
      </w:tabs>
      <w:ind w:left="854" w:hanging="113"/>
    </w:pPr>
  </w:style>
  <w:style w:type="paragraph" w:customStyle="1" w:styleId="Textbezslovn">
    <w:name w:val="_Text_bez_číslování"/>
    <w:basedOn w:val="Normln"/>
    <w:link w:val="TextbezslovnChar"/>
    <w:qFormat/>
    <w:rsid w:val="00F5744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F5744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F57443"/>
    <w:rPr>
      <w:vertAlign w:val="superscript"/>
    </w:rPr>
  </w:style>
  <w:style w:type="character" w:customStyle="1" w:styleId="TextbezslovnChar">
    <w:name w:val="_Text_bez_číslování Char"/>
    <w:basedOn w:val="Standardnpsmoodstavce"/>
    <w:link w:val="Textbezslovn"/>
    <w:rsid w:val="00F5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5D34EA-62B0-4033-B13F-E4B977EA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5</cp:revision>
  <cp:lastPrinted>2020-02-10T12:41:00Z</cp:lastPrinted>
  <dcterms:created xsi:type="dcterms:W3CDTF">2023-02-08T10:17:00Z</dcterms:created>
  <dcterms:modified xsi:type="dcterms:W3CDTF">2023-02-13T11:15:00Z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